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1F2737"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072091BB" w:rsidR="00B94694" w:rsidRPr="004E5FE6" w:rsidRDefault="00155339" w:rsidP="004E5FE6">
      <w:pPr>
        <w:pStyle w:val="Loendilik"/>
        <w:suppressAutoHyphens/>
        <w:ind w:left="0"/>
        <w:rPr>
          <w:b/>
          <w:spacing w:val="0"/>
          <w:lang w:eastAsia="ar-SA"/>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3265BD">
        <w:rPr>
          <w:spacing w:val="0"/>
        </w:rPr>
        <w:t>lihthanke „</w:t>
      </w:r>
      <w:r w:rsidR="004E5FE6" w:rsidRPr="004E5FE6">
        <w:rPr>
          <w:bCs/>
          <w:iCs/>
          <w:spacing w:val="0"/>
          <w:lang w:eastAsia="ar-SA"/>
        </w:rPr>
        <w:t>Otepää looduspargi objektide rekonstrueerimistööd</w:t>
      </w:r>
      <w:r w:rsidR="003265BD" w:rsidRPr="004E5FE6">
        <w:rPr>
          <w:bCs/>
          <w:spacing w:val="0"/>
        </w:rPr>
        <w:t>“</w:t>
      </w:r>
      <w:r w:rsidR="003265BD" w:rsidRPr="004E5FE6">
        <w:rPr>
          <w:spacing w:val="0"/>
        </w:rPr>
        <w:t xml:space="preserve"> </w:t>
      </w:r>
      <w:r w:rsidR="003265BD" w:rsidRPr="009339E6">
        <w:rPr>
          <w:spacing w:val="0"/>
        </w:rPr>
        <w:t>(DHS</w:t>
      </w:r>
      <w:r w:rsidR="001950D6" w:rsidRPr="009339E6">
        <w:rPr>
          <w:spacing w:val="0"/>
        </w:rPr>
        <w:t xml:space="preserve"> nr 1-47</w:t>
      </w:r>
      <w:r w:rsidR="009339E6" w:rsidRPr="009339E6">
        <w:rPr>
          <w:spacing w:val="0"/>
        </w:rPr>
        <w:t>.2895</w:t>
      </w:r>
      <w:r w:rsidR="003265BD" w:rsidRPr="009339E6">
        <w:rPr>
          <w:spacing w:val="0"/>
        </w:rPr>
        <w:t>,</w:t>
      </w:r>
      <w:r w:rsidR="001950D6" w:rsidRPr="009339E6">
        <w:rPr>
          <w:spacing w:val="0"/>
        </w:rPr>
        <w:t xml:space="preserve"> (viitenumber</w:t>
      </w:r>
      <w:r w:rsidR="009339E6" w:rsidRPr="009339E6">
        <w:rPr>
          <w:spacing w:val="0"/>
        </w:rPr>
        <w:t xml:space="preserve"> 268468</w:t>
      </w:r>
      <w:r w:rsidR="001950D6" w:rsidRPr="009339E6">
        <w:rPr>
          <w:spacing w:val="0"/>
        </w:rPr>
        <w:t xml:space="preserve"> ) tulemusena</w:t>
      </w:r>
      <w:r w:rsidR="001950D6" w:rsidRPr="004E5FE6">
        <w:rPr>
          <w:spacing w:val="0"/>
        </w:rPr>
        <w:t xml:space="preserve"> </w:t>
      </w:r>
      <w:r w:rsidR="00B94694" w:rsidRPr="004E5FE6">
        <w:rPr>
          <w:spacing w:val="0"/>
        </w:rPr>
        <w:t>all</w:t>
      </w:r>
      <w:r w:rsidR="008D247D" w:rsidRPr="004E5FE6">
        <w:rPr>
          <w:spacing w:val="0"/>
        </w:rPr>
        <w:t>järgnevas:</w:t>
      </w:r>
    </w:p>
    <w:p w14:paraId="077F3409" w14:textId="77777777" w:rsidR="00DD3F45" w:rsidRPr="00C94F51"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21793432"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7123AE" w:rsidRPr="007123AE">
        <w:rPr>
          <w:spacing w:val="0"/>
        </w:rPr>
        <w:t>Pühajärve küla</w:t>
      </w:r>
      <w:r w:rsidR="007123AE">
        <w:rPr>
          <w:spacing w:val="0"/>
        </w:rPr>
        <w:t>s</w:t>
      </w:r>
      <w:r w:rsidR="007123AE" w:rsidRPr="007123AE">
        <w:rPr>
          <w:spacing w:val="0"/>
        </w:rPr>
        <w:t xml:space="preserve">, Otepää vald, Valga maakond, RMK/eraomand, </w:t>
      </w:r>
      <w:proofErr w:type="spellStart"/>
      <w:r w:rsidR="007123AE" w:rsidRPr="007123AE">
        <w:rPr>
          <w:spacing w:val="0"/>
        </w:rPr>
        <w:t>Aakre</w:t>
      </w:r>
      <w:proofErr w:type="spellEnd"/>
      <w:r w:rsidR="007123AE" w:rsidRPr="007123AE">
        <w:rPr>
          <w:spacing w:val="0"/>
        </w:rPr>
        <w:t xml:space="preserve"> metskond 57 (63601:002:3460)/Sõjatamme (</w:t>
      </w:r>
      <w:bookmarkStart w:id="0" w:name="_Hlk138783080"/>
      <w:r w:rsidR="007123AE" w:rsidRPr="007123AE">
        <w:rPr>
          <w:spacing w:val="0"/>
        </w:rPr>
        <w:t>63601:002:1681</w:t>
      </w:r>
      <w:bookmarkEnd w:id="0"/>
      <w:r w:rsidR="007123AE" w:rsidRPr="007123AE">
        <w:rPr>
          <w:spacing w:val="0"/>
        </w:rPr>
        <w:t xml:space="preserve">) - Murrumetsa matkaraja laudteede ja silla </w:t>
      </w:r>
      <w:r w:rsidR="0032123F" w:rsidRPr="0032123F">
        <w:rPr>
          <w:i/>
          <w:iCs/>
          <w:spacing w:val="0"/>
          <w:highlight w:val="yellow"/>
        </w:rPr>
        <w:t>ja/või</w:t>
      </w:r>
      <w:r w:rsidR="007123AE" w:rsidRPr="007123AE">
        <w:rPr>
          <w:spacing w:val="0"/>
        </w:rPr>
        <w:t xml:space="preserve"> Nüpli küla</w:t>
      </w:r>
      <w:r w:rsidR="007123AE">
        <w:rPr>
          <w:spacing w:val="0"/>
        </w:rPr>
        <w:t>s</w:t>
      </w:r>
      <w:r w:rsidR="007123AE" w:rsidRPr="007123AE">
        <w:rPr>
          <w:spacing w:val="0"/>
        </w:rPr>
        <w:t xml:space="preserve">, Otepää vald, Valgamaa, </w:t>
      </w:r>
      <w:proofErr w:type="spellStart"/>
      <w:r w:rsidR="007123AE" w:rsidRPr="007123AE">
        <w:rPr>
          <w:spacing w:val="0"/>
        </w:rPr>
        <w:t>mü</w:t>
      </w:r>
      <w:proofErr w:type="spellEnd"/>
      <w:r w:rsidR="007123AE" w:rsidRPr="007123AE">
        <w:rPr>
          <w:spacing w:val="0"/>
        </w:rPr>
        <w:t xml:space="preserve"> </w:t>
      </w:r>
      <w:proofErr w:type="spellStart"/>
      <w:r w:rsidR="007123AE" w:rsidRPr="007123AE">
        <w:rPr>
          <w:spacing w:val="0"/>
        </w:rPr>
        <w:t>Kaga</w:t>
      </w:r>
      <w:proofErr w:type="spellEnd"/>
      <w:r w:rsidR="007123AE" w:rsidRPr="007123AE">
        <w:rPr>
          <w:spacing w:val="0"/>
        </w:rPr>
        <w:t xml:space="preserve"> (63602:002:0069 - </w:t>
      </w:r>
      <w:proofErr w:type="spellStart"/>
      <w:r w:rsidR="007123AE" w:rsidRPr="007123AE">
        <w:rPr>
          <w:spacing w:val="0"/>
        </w:rPr>
        <w:t>eramaa</w:t>
      </w:r>
      <w:proofErr w:type="spellEnd"/>
      <w:r w:rsidR="007123AE" w:rsidRPr="007123AE">
        <w:rPr>
          <w:spacing w:val="0"/>
        </w:rPr>
        <w:t>) - amortiseerunud trepi</w:t>
      </w:r>
      <w:r w:rsidR="008A2A05">
        <w:rPr>
          <w:spacing w:val="0"/>
        </w:rPr>
        <w:t>,</w:t>
      </w:r>
      <w:r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65A175F8" w14:textId="77777777" w:rsidR="007123AE" w:rsidRPr="00D91C0B" w:rsidRDefault="00DD3F45" w:rsidP="00D91C0B">
      <w:pPr>
        <w:pStyle w:val="Loendilik"/>
        <w:numPr>
          <w:ilvl w:val="1"/>
          <w:numId w:val="33"/>
        </w:numPr>
        <w:jc w:val="both"/>
        <w:rPr>
          <w:spacing w:val="0"/>
        </w:rPr>
      </w:pPr>
      <w:r w:rsidRPr="00D91C0B">
        <w:rPr>
          <w:spacing w:val="0"/>
        </w:rPr>
        <w:t>T</w:t>
      </w:r>
      <w:r w:rsidR="00D353D2" w:rsidRPr="00D91C0B">
        <w:rPr>
          <w:spacing w:val="0"/>
        </w:rPr>
        <w:t xml:space="preserve">ellija annab </w:t>
      </w:r>
      <w:r w:rsidR="000310AC" w:rsidRPr="00D91C0B">
        <w:rPr>
          <w:spacing w:val="0"/>
        </w:rPr>
        <w:t>t</w:t>
      </w:r>
      <w:r w:rsidR="00D353D2" w:rsidRPr="00D91C0B">
        <w:rPr>
          <w:spacing w:val="0"/>
        </w:rPr>
        <w:t xml:space="preserve">öövõtjale </w:t>
      </w:r>
      <w:r w:rsidR="000310AC" w:rsidRPr="00D91C0B">
        <w:rPr>
          <w:spacing w:val="0"/>
        </w:rPr>
        <w:t>t</w:t>
      </w:r>
      <w:r w:rsidR="00D353D2" w:rsidRPr="00D91C0B">
        <w:rPr>
          <w:spacing w:val="0"/>
        </w:rPr>
        <w:t>öö teostamiseks üle järgmised dokumendid:</w:t>
      </w:r>
      <w:r w:rsidR="00FF59A2" w:rsidRPr="00D91C0B">
        <w:rPr>
          <w:spacing w:val="0"/>
        </w:rPr>
        <w:t xml:space="preserve"> </w:t>
      </w:r>
    </w:p>
    <w:p w14:paraId="778AEEE8" w14:textId="32FFD8AE" w:rsidR="007123AE" w:rsidRPr="007123AE" w:rsidRDefault="007123AE" w:rsidP="007123AE">
      <w:pPr>
        <w:pStyle w:val="Loendilik"/>
        <w:ind w:left="576"/>
        <w:jc w:val="both"/>
        <w:rPr>
          <w:spacing w:val="0"/>
          <w:highlight w:val="yellow"/>
        </w:rPr>
      </w:pPr>
      <w:r>
        <w:rPr>
          <w:spacing w:val="0"/>
        </w:rPr>
        <w:t xml:space="preserve">Projektjoonised ja seletuskiri </w:t>
      </w:r>
      <w:r w:rsidRPr="007123AE">
        <w:rPr>
          <w:spacing w:val="0"/>
        </w:rPr>
        <w:t>Kaguhaldus OÜ põhiprojektist nr 673-1216 ”Pühajärve, Murrumetsa matkaraja ja Pühajärve tunnetusraja RMK külastuskorraldusliku taristu rekonstrueerimine”</w:t>
      </w:r>
      <w:r>
        <w:rPr>
          <w:spacing w:val="0"/>
        </w:rPr>
        <w:t>.</w:t>
      </w:r>
    </w:p>
    <w:p w14:paraId="5F8D8B2C" w14:textId="77777777" w:rsidR="007318DC" w:rsidRPr="007318DC" w:rsidRDefault="007318DC" w:rsidP="007318DC">
      <w:pPr>
        <w:jc w:val="both"/>
        <w:rPr>
          <w:spacing w:val="0"/>
          <w:highlight w:val="yellow"/>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48299719"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C53A3E">
        <w:rPr>
          <w:spacing w:val="0"/>
        </w:rPr>
        <w:t>käesolevat tööd käsitlev töö</w:t>
      </w:r>
      <w:r w:rsidR="009F1A41" w:rsidRPr="00554433">
        <w:rPr>
          <w:spacing w:val="0"/>
        </w:rPr>
        <w:t>projekt</w:t>
      </w:r>
      <w:r w:rsidR="009325FD" w:rsidRPr="00554433">
        <w:rPr>
          <w:spacing w:val="0"/>
        </w:rPr>
        <w:t>,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C53A3E">
        <w:rPr>
          <w:spacing w:val="0"/>
        </w:rPr>
        <w:t>eelkõige töö</w:t>
      </w:r>
      <w:r w:rsidR="009F1A41" w:rsidRPr="00554433">
        <w:rPr>
          <w:spacing w:val="0"/>
        </w:rPr>
        <w:t xml:space="preserve">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77777777" w:rsidR="0010269D" w:rsidRPr="006925D6"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2E67ADBE" w14:textId="77777777" w:rsidR="000B213D" w:rsidRPr="00DB39AB" w:rsidRDefault="001E0346" w:rsidP="008627D6">
      <w:pPr>
        <w:pStyle w:val="Loendilik"/>
        <w:numPr>
          <w:ilvl w:val="1"/>
          <w:numId w:val="33"/>
        </w:numPr>
        <w:jc w:val="both"/>
        <w:rPr>
          <w:spacing w:val="0"/>
        </w:rPr>
      </w:pPr>
      <w:r w:rsidRPr="00DB39AB">
        <w:rPr>
          <w:spacing w:val="0"/>
        </w:rPr>
        <w:lastRenderedPageBreak/>
        <w:t xml:space="preserve">Töövõtja on kohustatud sõlmima enne ehitusplatsil töödega alustamist ehituse koguriskikindlustuse (CAR), mille soodustatud isikuks on </w:t>
      </w:r>
      <w:r w:rsidR="00F57EA5" w:rsidRPr="00DB39AB">
        <w:rPr>
          <w:spacing w:val="0"/>
        </w:rPr>
        <w:t>t</w:t>
      </w:r>
      <w:r w:rsidRPr="00DB39AB">
        <w:rPr>
          <w:spacing w:val="0"/>
        </w:rPr>
        <w:t>ellija.</w:t>
      </w:r>
    </w:p>
    <w:p w14:paraId="5A811E39" w14:textId="77777777" w:rsidR="00A53A0D" w:rsidRPr="00A53A0D" w:rsidRDefault="00A53A0D" w:rsidP="00A53A0D">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3A5ED1D" w14:textId="77777777" w:rsidR="00D8066C" w:rsidRPr="00A64782" w:rsidRDefault="00D172D8" w:rsidP="007F7381">
      <w:pPr>
        <w:pStyle w:val="Loendilik"/>
        <w:numPr>
          <w:ilvl w:val="1"/>
          <w:numId w:val="33"/>
        </w:numPr>
        <w:jc w:val="both"/>
        <w:rPr>
          <w:spacing w:val="0"/>
          <w:highlight w:val="yellow"/>
        </w:rPr>
      </w:pPr>
      <w:bookmarkStart w:id="1" w:name="_Hlk142569079"/>
      <w:r>
        <w:rPr>
          <w:spacing w:val="0"/>
          <w:highlight w:val="yellow"/>
        </w:rPr>
        <w:t xml:space="preserve">Hankeosa 1 </w:t>
      </w:r>
      <w:r w:rsidRPr="00A64782">
        <w:rPr>
          <w:spacing w:val="0"/>
          <w:highlight w:val="yellow"/>
        </w:rPr>
        <w:t xml:space="preserve">- </w:t>
      </w:r>
      <w:r w:rsidR="00D8066C" w:rsidRPr="00A64782">
        <w:rPr>
          <w:spacing w:val="0"/>
          <w:highlight w:val="yellow"/>
        </w:rPr>
        <w:t>Murrumetsa matkaraja laudteede ja silla rekonstrueerimine</w:t>
      </w:r>
      <w:bookmarkEnd w:id="1"/>
      <w:r w:rsidR="00D8066C" w:rsidRPr="00A64782">
        <w:rPr>
          <w:spacing w:val="0"/>
          <w:highlight w:val="yellow"/>
        </w:rPr>
        <w:t>:</w:t>
      </w:r>
    </w:p>
    <w:p w14:paraId="0190B691" w14:textId="6230D6EF" w:rsidR="00D172D8" w:rsidRPr="00A64782" w:rsidRDefault="00D172D8" w:rsidP="00D8066C">
      <w:pPr>
        <w:jc w:val="both"/>
        <w:rPr>
          <w:spacing w:val="0"/>
          <w:highlight w:val="yellow"/>
        </w:rPr>
      </w:pPr>
      <w:r w:rsidRPr="00A64782">
        <w:rPr>
          <w:spacing w:val="0"/>
          <w:highlight w:val="yellow"/>
        </w:rPr>
        <w:t xml:space="preserve">Töövõtja annab </w:t>
      </w:r>
      <w:r w:rsidR="00A46865">
        <w:rPr>
          <w:spacing w:val="0"/>
          <w:highlight w:val="yellow"/>
        </w:rPr>
        <w:t>t</w:t>
      </w:r>
      <w:r w:rsidRPr="00A64782">
        <w:rPr>
          <w:spacing w:val="0"/>
          <w:highlight w:val="yellow"/>
        </w:rPr>
        <w:t xml:space="preserve">ellijale valmis </w:t>
      </w:r>
      <w:r w:rsidR="00A46865">
        <w:rPr>
          <w:spacing w:val="0"/>
          <w:highlight w:val="yellow"/>
        </w:rPr>
        <w:t>t</w:t>
      </w:r>
      <w:r w:rsidRPr="00A64782">
        <w:rPr>
          <w:spacing w:val="0"/>
          <w:highlight w:val="yellow"/>
        </w:rPr>
        <w:t>öö lõplikult üle hiljemalt 30.04.2024. Ehitusobjekti dokumentide üleandmiseks ja vastuvõtmiseks ning ehitusobjekti kasutuselevõtu dokumentide vormistamise</w:t>
      </w:r>
      <w:r w:rsidR="00467C8B">
        <w:rPr>
          <w:spacing w:val="0"/>
          <w:highlight w:val="yellow"/>
        </w:rPr>
        <w:t xml:space="preserve"> tähtaeg</w:t>
      </w:r>
      <w:r w:rsidRPr="00A64782">
        <w:rPr>
          <w:spacing w:val="0"/>
          <w:highlight w:val="yellow"/>
        </w:rPr>
        <w:t xml:space="preserve"> on </w:t>
      </w:r>
      <w:r w:rsidR="00284602">
        <w:rPr>
          <w:spacing w:val="0"/>
          <w:highlight w:val="yellow"/>
        </w:rPr>
        <w:t xml:space="preserve">hiljemalt </w:t>
      </w:r>
      <w:r w:rsidRPr="00A64782">
        <w:rPr>
          <w:spacing w:val="0"/>
          <w:highlight w:val="yellow"/>
        </w:rPr>
        <w:t>30.05.2024.</w:t>
      </w:r>
    </w:p>
    <w:p w14:paraId="55CF5A52" w14:textId="59E7B93D" w:rsidR="00D8066C" w:rsidRPr="00A64782" w:rsidRDefault="00D8066C" w:rsidP="00D8066C">
      <w:pPr>
        <w:jc w:val="both"/>
        <w:rPr>
          <w:i/>
          <w:iCs/>
          <w:spacing w:val="0"/>
          <w:highlight w:val="yellow"/>
        </w:rPr>
      </w:pPr>
      <w:r w:rsidRPr="00A64782">
        <w:rPr>
          <w:i/>
          <w:iCs/>
          <w:spacing w:val="0"/>
          <w:highlight w:val="yellow"/>
        </w:rPr>
        <w:t>ja/või</w:t>
      </w:r>
    </w:p>
    <w:p w14:paraId="4A6D8643" w14:textId="1791E701" w:rsidR="00D172D8" w:rsidRPr="00A64782" w:rsidRDefault="00D172D8" w:rsidP="007F7381">
      <w:pPr>
        <w:pStyle w:val="Loendilik"/>
        <w:numPr>
          <w:ilvl w:val="1"/>
          <w:numId w:val="33"/>
        </w:numPr>
        <w:jc w:val="both"/>
        <w:rPr>
          <w:spacing w:val="0"/>
          <w:highlight w:val="yellow"/>
        </w:rPr>
      </w:pPr>
      <w:r w:rsidRPr="00A64782">
        <w:rPr>
          <w:spacing w:val="0"/>
          <w:highlight w:val="yellow"/>
        </w:rPr>
        <w:t xml:space="preserve">Hankeosa </w:t>
      </w:r>
      <w:r w:rsidRPr="00A64782">
        <w:rPr>
          <w:spacing w:val="0"/>
          <w:highlight w:val="yellow"/>
        </w:rPr>
        <w:t>2</w:t>
      </w:r>
      <w:r w:rsidRPr="00A64782">
        <w:rPr>
          <w:spacing w:val="0"/>
          <w:highlight w:val="yellow"/>
        </w:rPr>
        <w:t xml:space="preserve"> -</w:t>
      </w:r>
      <w:r w:rsidR="00AE6ECA" w:rsidRPr="00A64782">
        <w:rPr>
          <w:highlight w:val="yellow"/>
        </w:rPr>
        <w:t xml:space="preserve"> </w:t>
      </w:r>
      <w:r w:rsidR="00AE6ECA" w:rsidRPr="00A64782">
        <w:rPr>
          <w:spacing w:val="0"/>
          <w:highlight w:val="yellow"/>
        </w:rPr>
        <w:t>Väikese Munamäe allika trepi rekonstrueerimine</w:t>
      </w:r>
      <w:r w:rsidR="0061525E" w:rsidRPr="00A64782">
        <w:rPr>
          <w:spacing w:val="0"/>
          <w:highlight w:val="yellow"/>
        </w:rPr>
        <w:t>:</w:t>
      </w:r>
    </w:p>
    <w:p w14:paraId="2882EEE1" w14:textId="1480908B" w:rsidR="004C5BFA" w:rsidRDefault="004A470B" w:rsidP="008627D6">
      <w:pPr>
        <w:jc w:val="both"/>
        <w:rPr>
          <w:spacing w:val="0"/>
        </w:rPr>
      </w:pPr>
      <w:r w:rsidRPr="00A64782">
        <w:rPr>
          <w:spacing w:val="0"/>
          <w:highlight w:val="yellow"/>
        </w:rPr>
        <w:t xml:space="preserve">Töövõtja annab tellijale valmis töö lõplikult üle hiljemalt 2 (kahe) kuu jooksul alates lepingu sõlmimise kuupäevast. Ehitusobjekti dokumentide üleandmiseks ja vastuvõtmiseks ning ehitusobjekti kasutuselevõtu dokumentide vormistamiseks on tähtaeg </w:t>
      </w:r>
      <w:r w:rsidR="00284602">
        <w:rPr>
          <w:spacing w:val="0"/>
          <w:highlight w:val="yellow"/>
        </w:rPr>
        <w:t xml:space="preserve">hiljemalt </w:t>
      </w:r>
      <w:r w:rsidRPr="00A64782">
        <w:rPr>
          <w:spacing w:val="0"/>
          <w:highlight w:val="yellow"/>
        </w:rPr>
        <w:t>3 (kolm) kuud alates lepingu sõlmimisest.</w:t>
      </w:r>
    </w:p>
    <w:p w14:paraId="067BAB1A" w14:textId="77777777" w:rsidR="004A470B" w:rsidRPr="00487EC6" w:rsidRDefault="004A470B"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237B6A6C" w:rsidR="00727DC2" w:rsidRDefault="00727DC2" w:rsidP="008627D6">
      <w:pPr>
        <w:pStyle w:val="Loendilik"/>
        <w:numPr>
          <w:ilvl w:val="1"/>
          <w:numId w:val="33"/>
        </w:numPr>
        <w:jc w:val="both"/>
        <w:rPr>
          <w:spacing w:val="0"/>
        </w:rPr>
      </w:pPr>
      <w:r w:rsidRPr="00554433">
        <w:rPr>
          <w:spacing w:val="0"/>
        </w:rPr>
        <w:t xml:space="preserve">Lepingu </w:t>
      </w:r>
      <w:r w:rsidR="006A235C">
        <w:rPr>
          <w:spacing w:val="0"/>
        </w:rPr>
        <w:t>maksumuseks</w:t>
      </w:r>
      <w:r w:rsidR="009E4BBE" w:rsidRPr="00554433">
        <w:rPr>
          <w:spacing w:val="0"/>
        </w:rPr>
        <w:t xml:space="preserve"> on edukaks tunn</w:t>
      </w:r>
      <w:r w:rsidR="000B213D" w:rsidRPr="00554433">
        <w:rPr>
          <w:spacing w:val="0"/>
        </w:rPr>
        <w:t>istatud pakkum</w:t>
      </w:r>
      <w:r w:rsidR="00533E8B">
        <w:rPr>
          <w:spacing w:val="0"/>
        </w:rPr>
        <w:t>u</w:t>
      </w:r>
      <w:r w:rsidR="000B213D" w:rsidRPr="00554433">
        <w:rPr>
          <w:spacing w:val="0"/>
        </w:rPr>
        <w:t xml:space="preserve">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331234C7" w14:textId="2CD6F26B" w:rsidR="007D545F" w:rsidRPr="001F2737" w:rsidRDefault="005F6116" w:rsidP="001F2737">
      <w:pPr>
        <w:pStyle w:val="Loendilik"/>
        <w:numPr>
          <w:ilvl w:val="1"/>
          <w:numId w:val="33"/>
        </w:numPr>
        <w:jc w:val="both"/>
        <w:rPr>
          <w:spacing w:val="0"/>
          <w:highlight w:val="yellow"/>
        </w:rPr>
      </w:pPr>
      <w:r w:rsidRPr="001F2737">
        <w:rPr>
          <w:spacing w:val="0"/>
          <w:highlight w:val="yellow"/>
        </w:rPr>
        <w:t>Hankeosa</w:t>
      </w:r>
      <w:r w:rsidRPr="001F2737">
        <w:rPr>
          <w:spacing w:val="0"/>
          <w:highlight w:val="yellow"/>
        </w:rPr>
        <w:t>s</w:t>
      </w:r>
      <w:r w:rsidRPr="001F2737">
        <w:rPr>
          <w:spacing w:val="0"/>
          <w:highlight w:val="yellow"/>
        </w:rPr>
        <w:t xml:space="preserve"> 1 - Murrumetsa matkaraja laudteede ja silla rekonstrueerimine</w:t>
      </w:r>
      <w:r w:rsidRPr="001F2737">
        <w:rPr>
          <w:spacing w:val="0"/>
          <w:highlight w:val="yellow"/>
        </w:rPr>
        <w:t xml:space="preserve">,  </w:t>
      </w:r>
      <w:r w:rsidRPr="001F2737">
        <w:rPr>
          <w:spacing w:val="0"/>
          <w:highlight w:val="yellow"/>
        </w:rPr>
        <w:t>tehtud tööde eest tasumine tellija poolt algab 202</w:t>
      </w:r>
      <w:r w:rsidRPr="001F2737">
        <w:rPr>
          <w:spacing w:val="0"/>
          <w:highlight w:val="yellow"/>
        </w:rPr>
        <w:t>4</w:t>
      </w:r>
      <w:r w:rsidRPr="001F2737">
        <w:rPr>
          <w:spacing w:val="0"/>
          <w:highlight w:val="yellow"/>
        </w:rPr>
        <w:t>. eelarvest alates jaanuar 202</w:t>
      </w:r>
      <w:r w:rsidRPr="001F2737">
        <w:rPr>
          <w:spacing w:val="0"/>
          <w:highlight w:val="yellow"/>
        </w:rPr>
        <w:t>4</w:t>
      </w:r>
      <w:r w:rsidRPr="001F2737">
        <w:rPr>
          <w:spacing w:val="0"/>
          <w:highlight w:val="yellow"/>
        </w:rPr>
        <w:t xml:space="preserve"> (sh 202</w:t>
      </w:r>
      <w:r w:rsidRPr="001F2737">
        <w:rPr>
          <w:spacing w:val="0"/>
          <w:highlight w:val="yellow"/>
        </w:rPr>
        <w:t>3</w:t>
      </w:r>
      <w:r w:rsidRPr="001F2737">
        <w:rPr>
          <w:spacing w:val="0"/>
          <w:highlight w:val="yellow"/>
        </w:rPr>
        <w:t xml:space="preserve"> aastal teostatud ja vastuvõetud tööde eest).</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307BD5C6" w:rsidR="008319DC" w:rsidRPr="00094CC0"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 xml:space="preserve">kalendrinädala jooksul hankelepingu </w:t>
      </w:r>
      <w:r w:rsidR="0010269D" w:rsidRPr="00094CC0">
        <w:rPr>
          <w:spacing w:val="0"/>
        </w:rPr>
        <w:t>sõlmimisest</w:t>
      </w:r>
      <w:r w:rsidR="00094CC0" w:rsidRPr="00094CC0">
        <w:rPr>
          <w:spacing w:val="0"/>
        </w:rPr>
        <w:t>.</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lastRenderedPageBreak/>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E359707"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punktis </w:t>
      </w:r>
      <w:r w:rsidR="00E2059B" w:rsidRPr="00554433">
        <w:rPr>
          <w:spacing w:val="0"/>
        </w:rPr>
        <w:t>5.</w:t>
      </w:r>
      <w:r w:rsidR="007123AE">
        <w:rPr>
          <w:spacing w:val="0"/>
        </w:rPr>
        <w:t>8</w:t>
      </w:r>
      <w:r w:rsidR="0010269D" w:rsidRPr="00554433">
        <w:rPr>
          <w:spacing w:val="0"/>
        </w:rPr>
        <w:t>.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lastRenderedPageBreak/>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lastRenderedPageBreak/>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lastRenderedPageBreak/>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1D00DB6A"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 xml:space="preserve">tööpäeva jooksul peale ehitusobjektile kasutusloa </w:t>
      </w:r>
      <w:r w:rsidR="006E2D4D">
        <w:rPr>
          <w:spacing w:val="0"/>
        </w:rPr>
        <w:t>taotluse esitamist</w:t>
      </w:r>
      <w:r w:rsidRPr="00554433">
        <w:rPr>
          <w:spacing w:val="0"/>
        </w:rPr>
        <w:t xml:space="preserve"> kohaliku</w:t>
      </w:r>
      <w:r w:rsidR="006E2D4D">
        <w:rPr>
          <w:spacing w:val="0"/>
        </w:rPr>
        <w:t>le</w:t>
      </w:r>
      <w:r w:rsidRPr="00554433">
        <w:rPr>
          <w:spacing w:val="0"/>
        </w:rPr>
        <w:t xml:space="preserve"> omavalitsuse</w:t>
      </w:r>
      <w:r w:rsidR="006E2D4D">
        <w:rPr>
          <w:spacing w:val="0"/>
        </w:rPr>
        <w:t>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lastRenderedPageBreak/>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554433" w:rsidRDefault="005103AC" w:rsidP="008627D6">
      <w:pPr>
        <w:pStyle w:val="Loendilik"/>
        <w:numPr>
          <w:ilvl w:val="1"/>
          <w:numId w:val="33"/>
        </w:numPr>
        <w:jc w:val="both"/>
        <w:rPr>
          <w:spacing w:val="0"/>
        </w:rPr>
      </w:pPr>
      <w:r w:rsidRPr="00554433">
        <w:rPr>
          <w:spacing w:val="0"/>
        </w:rPr>
        <w:t>Töövõtjal on õigus nõuda tellijalt arvete mittetähtaegse tasumise korral viivist 0,15% tähtajaks tasumata summalt iga viivitatud päeva eest (esitatud arvete alusel).</w:t>
      </w:r>
    </w:p>
    <w:p w14:paraId="5F7EB9C7" w14:textId="77777777" w:rsidR="00926027" w:rsidRPr="0045791D" w:rsidRDefault="005103AC" w:rsidP="008627D6">
      <w:pPr>
        <w:pStyle w:val="Loendilik"/>
        <w:numPr>
          <w:ilvl w:val="1"/>
          <w:numId w:val="33"/>
        </w:numPr>
        <w:jc w:val="both"/>
        <w:rPr>
          <w:spacing w:val="0"/>
        </w:rPr>
      </w:pPr>
      <w:r w:rsidRPr="0045791D">
        <w:rPr>
          <w:spacing w:val="0"/>
        </w:rPr>
        <w:t xml:space="preserve">Tellijal on õigus nõuda töövõtjalt leppetrahvi 1,5% </w:t>
      </w:r>
      <w:r w:rsidR="001023BF" w:rsidRPr="0045791D">
        <w:rPr>
          <w:spacing w:val="0"/>
        </w:rPr>
        <w:t>töö</w:t>
      </w:r>
      <w:r w:rsidR="002E19B4" w:rsidRPr="0045791D">
        <w:rPr>
          <w:spacing w:val="0"/>
        </w:rPr>
        <w:t>de</w:t>
      </w:r>
      <w:r w:rsidR="001023BF" w:rsidRPr="0045791D">
        <w:rPr>
          <w:spacing w:val="0"/>
        </w:rPr>
        <w:t xml:space="preserve"> </w:t>
      </w:r>
      <w:proofErr w:type="spellStart"/>
      <w:r w:rsidR="001023BF" w:rsidRPr="0045791D">
        <w:rPr>
          <w:spacing w:val="0"/>
        </w:rPr>
        <w:t>üldmaksumusest</w:t>
      </w:r>
      <w:proofErr w:type="spellEnd"/>
      <w:r w:rsidR="001023BF" w:rsidRPr="0045791D">
        <w:rPr>
          <w:spacing w:val="0"/>
        </w:rPr>
        <w:t xml:space="preserve"> </w:t>
      </w:r>
      <w:r w:rsidRPr="0045791D">
        <w:rPr>
          <w:spacing w:val="0"/>
        </w:rPr>
        <w:t xml:space="preserve">iga lepingus sätestatud lõpptähtaega ületanud nädala eest. </w:t>
      </w:r>
      <w:r w:rsidR="00A04F72" w:rsidRPr="0045791D">
        <w:rPr>
          <w:spacing w:val="0"/>
        </w:rPr>
        <w:t xml:space="preserve">Tellijal on õigus </w:t>
      </w:r>
      <w:r w:rsidR="00ED074F" w:rsidRPr="0045791D">
        <w:rPr>
          <w:spacing w:val="0"/>
        </w:rPr>
        <w:t>l</w:t>
      </w:r>
      <w:r w:rsidR="00A04F72" w:rsidRPr="0045791D">
        <w:rPr>
          <w:spacing w:val="0"/>
        </w:rPr>
        <w:t xml:space="preserve">epingust taganeda või </w:t>
      </w:r>
      <w:r w:rsidR="00266BC5" w:rsidRPr="0045791D">
        <w:rPr>
          <w:spacing w:val="0"/>
        </w:rPr>
        <w:t>l</w:t>
      </w:r>
      <w:r w:rsidR="00024C33" w:rsidRPr="0045791D">
        <w:rPr>
          <w:spacing w:val="0"/>
        </w:rPr>
        <w:t>eping</w:t>
      </w:r>
      <w:r w:rsidR="00266BC5" w:rsidRPr="0045791D">
        <w:rPr>
          <w:spacing w:val="0"/>
        </w:rPr>
        <w:t xml:space="preserve"> </w:t>
      </w:r>
      <w:r w:rsidR="00A04F72" w:rsidRPr="0045791D">
        <w:rPr>
          <w:spacing w:val="0"/>
        </w:rPr>
        <w:t xml:space="preserve">üles öelda, kui </w:t>
      </w:r>
      <w:r w:rsidR="00ED074F" w:rsidRPr="0045791D">
        <w:rPr>
          <w:spacing w:val="0"/>
        </w:rPr>
        <w:t>t</w:t>
      </w:r>
      <w:r w:rsidR="00A04F72" w:rsidRPr="0045791D">
        <w:rPr>
          <w:spacing w:val="0"/>
        </w:rPr>
        <w:t>öövõtja viivitab</w:t>
      </w:r>
      <w:r w:rsidR="002857EB" w:rsidRPr="0045791D">
        <w:rPr>
          <w:spacing w:val="0"/>
        </w:rPr>
        <w:t xml:space="preserve"> lepingu lisas toodud ajagraafiku järgsete </w:t>
      </w:r>
      <w:r w:rsidR="00A04F72" w:rsidRPr="0045791D">
        <w:rPr>
          <w:spacing w:val="0"/>
        </w:rPr>
        <w:t xml:space="preserve">tööde alustamisega või valmimise ja üleandmisega </w:t>
      </w:r>
      <w:r w:rsidR="00610B3B" w:rsidRPr="0045791D">
        <w:rPr>
          <w:spacing w:val="0"/>
        </w:rPr>
        <w:t>3</w:t>
      </w:r>
      <w:r w:rsidR="00A04F72" w:rsidRPr="0045791D">
        <w:rPr>
          <w:spacing w:val="0"/>
        </w:rPr>
        <w:t xml:space="preserve"> (</w:t>
      </w:r>
      <w:r w:rsidR="00610B3B" w:rsidRPr="0045791D">
        <w:rPr>
          <w:spacing w:val="0"/>
        </w:rPr>
        <w:t>kolm</w:t>
      </w:r>
      <w:r w:rsidR="00A04F72" w:rsidRPr="0045791D">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lastRenderedPageBreak/>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5C15DD5F" w14:textId="4D5FEE72" w:rsidR="00323196" w:rsidRPr="009C4B1C"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237507BE"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1F2737"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lastRenderedPageBreak/>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1DD0CCBA" w:rsidR="00561311" w:rsidRDefault="009C4B1C"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0127D8">
        <w:tc>
          <w:tcPr>
            <w:tcW w:w="4606" w:type="dxa"/>
          </w:tcPr>
          <w:p w14:paraId="58B9C082" w14:textId="77777777" w:rsidR="00487EC6" w:rsidRDefault="001F2737"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1F2737"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0127D8">
        <w:tc>
          <w:tcPr>
            <w:tcW w:w="4606" w:type="dxa"/>
          </w:tcPr>
          <w:p w14:paraId="20301193" w14:textId="77777777" w:rsidR="00487EC6" w:rsidRDefault="00487EC6" w:rsidP="000127D8"/>
        </w:tc>
        <w:tc>
          <w:tcPr>
            <w:tcW w:w="4606" w:type="dxa"/>
          </w:tcPr>
          <w:p w14:paraId="6F1EE81A" w14:textId="77777777" w:rsidR="00487EC6" w:rsidRDefault="00487EC6" w:rsidP="000127D8"/>
        </w:tc>
      </w:tr>
      <w:tr w:rsidR="00487EC6" w14:paraId="4EA41463" w14:textId="77777777" w:rsidTr="000127D8">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EA8E0" w14:textId="77777777" w:rsidR="00A865FA" w:rsidRDefault="00A865FA">
      <w:r>
        <w:separator/>
      </w:r>
    </w:p>
  </w:endnote>
  <w:endnote w:type="continuationSeparator" w:id="0">
    <w:p w14:paraId="33A9ED79" w14:textId="77777777" w:rsidR="00A865FA" w:rsidRDefault="00A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FE670" w14:textId="77777777" w:rsidR="00A865FA" w:rsidRDefault="00A865FA">
      <w:r>
        <w:separator/>
      </w:r>
    </w:p>
  </w:footnote>
  <w:footnote w:type="continuationSeparator" w:id="0">
    <w:p w14:paraId="77563C82" w14:textId="77777777" w:rsidR="00A865FA" w:rsidRDefault="00A86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3899869E" w:rsidR="00FF59A2" w:rsidRDefault="00FF59A2">
        <w:pPr>
          <w:pStyle w:val="Pis"/>
          <w:jc w:val="center"/>
        </w:pPr>
        <w:r>
          <w:fldChar w:fldCharType="begin"/>
        </w:r>
        <w:r>
          <w:instrText>PAGE   \* MERGEFORMAT</w:instrText>
        </w:r>
        <w:r>
          <w:fldChar w:fldCharType="separate"/>
        </w:r>
        <w:r w:rsidR="00BD6155">
          <w:rPr>
            <w:noProof/>
          </w:rPr>
          <w:t>8</w:t>
        </w:r>
        <w:r>
          <w:fldChar w:fldCharType="end"/>
        </w:r>
      </w:p>
    </w:sdtContent>
  </w:sdt>
  <w:p w14:paraId="215C3A16" w14:textId="77777777" w:rsidR="00FF59A2" w:rsidRDefault="00FF59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E70F10" w:rsidRDefault="00E70F10">
    <w:pPr>
      <w:pStyle w:val="Pis"/>
      <w:rPr>
        <w:b/>
      </w:rPr>
    </w:pPr>
    <w:r w:rsidRPr="00E70F10">
      <w:rPr>
        <w:b/>
      </w:rPr>
      <w:t>HANKELEPINGU VORM</w:t>
    </w:r>
    <w:r>
      <w:rPr>
        <w:b/>
      </w:rPr>
      <w:tab/>
    </w:r>
    <w:r>
      <w:rPr>
        <w:b/>
      </w:rPr>
      <w:tab/>
      <w:t>Hankedokumentide lisa 1</w:t>
    </w:r>
  </w:p>
  <w:p w14:paraId="7A967491" w14:textId="77777777" w:rsidR="004E5FE6" w:rsidRPr="004E5FE6" w:rsidRDefault="004E5FE6" w:rsidP="004E5FE6">
    <w:pPr>
      <w:pStyle w:val="Pis"/>
      <w:rPr>
        <w:bCs/>
        <w:i/>
        <w:iCs/>
      </w:rPr>
    </w:pPr>
    <w:r w:rsidRPr="004E5FE6">
      <w:rPr>
        <w:bCs/>
        <w:i/>
        <w:iCs/>
      </w:rPr>
      <w:t>Otepää looduspargi objektide rekonstrueerimistööd</w:t>
    </w:r>
  </w:p>
  <w:p w14:paraId="19E0B07A" w14:textId="572D294E" w:rsidR="00E70F10" w:rsidRPr="0006601A" w:rsidRDefault="00E70F10" w:rsidP="004E5F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3"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9"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3"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889002408">
    <w:abstractNumId w:val="25"/>
  </w:num>
  <w:num w:numId="2" w16cid:durableId="300964351">
    <w:abstractNumId w:val="24"/>
  </w:num>
  <w:num w:numId="3" w16cid:durableId="2043087667">
    <w:abstractNumId w:val="5"/>
  </w:num>
  <w:num w:numId="4" w16cid:durableId="936134203">
    <w:abstractNumId w:val="30"/>
  </w:num>
  <w:num w:numId="5" w16cid:durableId="647130829">
    <w:abstractNumId w:val="20"/>
  </w:num>
  <w:num w:numId="6" w16cid:durableId="1435976844">
    <w:abstractNumId w:val="27"/>
  </w:num>
  <w:num w:numId="7" w16cid:durableId="746994964">
    <w:abstractNumId w:val="16"/>
  </w:num>
  <w:num w:numId="8" w16cid:durableId="513110382">
    <w:abstractNumId w:val="0"/>
  </w:num>
  <w:num w:numId="9" w16cid:durableId="2073581480">
    <w:abstractNumId w:val="23"/>
  </w:num>
  <w:num w:numId="10" w16cid:durableId="1147744575">
    <w:abstractNumId w:val="7"/>
  </w:num>
  <w:num w:numId="11" w16cid:durableId="1267688102">
    <w:abstractNumId w:val="33"/>
  </w:num>
  <w:num w:numId="12" w16cid:durableId="1944797944">
    <w:abstractNumId w:val="17"/>
  </w:num>
  <w:num w:numId="13" w16cid:durableId="32510034">
    <w:abstractNumId w:val="11"/>
  </w:num>
  <w:num w:numId="14" w16cid:durableId="1459449126">
    <w:abstractNumId w:val="32"/>
  </w:num>
  <w:num w:numId="15" w16cid:durableId="1988389060">
    <w:abstractNumId w:val="29"/>
  </w:num>
  <w:num w:numId="16" w16cid:durableId="1025640747">
    <w:abstractNumId w:val="13"/>
  </w:num>
  <w:num w:numId="17" w16cid:durableId="1909923434">
    <w:abstractNumId w:val="4"/>
  </w:num>
  <w:num w:numId="18" w16cid:durableId="881867943">
    <w:abstractNumId w:val="21"/>
  </w:num>
  <w:num w:numId="19" w16cid:durableId="2073695738">
    <w:abstractNumId w:val="15"/>
  </w:num>
  <w:num w:numId="20" w16cid:durableId="991904294">
    <w:abstractNumId w:val="31"/>
  </w:num>
  <w:num w:numId="21" w16cid:durableId="267008559">
    <w:abstractNumId w:val="19"/>
  </w:num>
  <w:num w:numId="22" w16cid:durableId="2022972075">
    <w:abstractNumId w:val="22"/>
  </w:num>
  <w:num w:numId="23" w16cid:durableId="1477449938">
    <w:abstractNumId w:val="6"/>
  </w:num>
  <w:num w:numId="24" w16cid:durableId="87702461">
    <w:abstractNumId w:val="10"/>
  </w:num>
  <w:num w:numId="25" w16cid:durableId="1001619089">
    <w:abstractNumId w:val="1"/>
  </w:num>
  <w:num w:numId="26" w16cid:durableId="1479345185">
    <w:abstractNumId w:val="9"/>
  </w:num>
  <w:num w:numId="27" w16cid:durableId="1305500604">
    <w:abstractNumId w:val="18"/>
  </w:num>
  <w:num w:numId="28" w16cid:durableId="831723634">
    <w:abstractNumId w:val="28"/>
  </w:num>
  <w:num w:numId="29" w16cid:durableId="1173952652">
    <w:abstractNumId w:val="14"/>
  </w:num>
  <w:num w:numId="30" w16cid:durableId="1962027091">
    <w:abstractNumId w:val="8"/>
  </w:num>
  <w:num w:numId="31" w16cid:durableId="1193835519">
    <w:abstractNumId w:val="3"/>
  </w:num>
  <w:num w:numId="32" w16cid:durableId="1151407412">
    <w:abstractNumId w:val="3"/>
  </w:num>
  <w:num w:numId="33" w16cid:durableId="1068266460">
    <w:abstractNumId w:val="2"/>
  </w:num>
  <w:num w:numId="34" w16cid:durableId="820386265">
    <w:abstractNumId w:val="26"/>
  </w:num>
  <w:num w:numId="35" w16cid:durableId="20434799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1DF4"/>
    <w:rsid w:val="00024C33"/>
    <w:rsid w:val="000310AC"/>
    <w:rsid w:val="000314D3"/>
    <w:rsid w:val="000470C0"/>
    <w:rsid w:val="000521CE"/>
    <w:rsid w:val="00060081"/>
    <w:rsid w:val="0006341C"/>
    <w:rsid w:val="0006601A"/>
    <w:rsid w:val="00067885"/>
    <w:rsid w:val="0007111D"/>
    <w:rsid w:val="0007601E"/>
    <w:rsid w:val="00082415"/>
    <w:rsid w:val="000826CB"/>
    <w:rsid w:val="00083543"/>
    <w:rsid w:val="00084BA6"/>
    <w:rsid w:val="00085556"/>
    <w:rsid w:val="00086A22"/>
    <w:rsid w:val="00094CC0"/>
    <w:rsid w:val="000A2DA6"/>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661C2"/>
    <w:rsid w:val="0017064E"/>
    <w:rsid w:val="00170B6F"/>
    <w:rsid w:val="0017504A"/>
    <w:rsid w:val="001950D6"/>
    <w:rsid w:val="001A375B"/>
    <w:rsid w:val="001A7DC6"/>
    <w:rsid w:val="001B0DD7"/>
    <w:rsid w:val="001B3B92"/>
    <w:rsid w:val="001D7643"/>
    <w:rsid w:val="001E0346"/>
    <w:rsid w:val="001E1A21"/>
    <w:rsid w:val="001E45E2"/>
    <w:rsid w:val="001F2737"/>
    <w:rsid w:val="001F694C"/>
    <w:rsid w:val="002171BB"/>
    <w:rsid w:val="00226FE0"/>
    <w:rsid w:val="00243153"/>
    <w:rsid w:val="00252553"/>
    <w:rsid w:val="00263586"/>
    <w:rsid w:val="00266BC5"/>
    <w:rsid w:val="002727E6"/>
    <w:rsid w:val="00273BFA"/>
    <w:rsid w:val="002820BC"/>
    <w:rsid w:val="002832E7"/>
    <w:rsid w:val="00284602"/>
    <w:rsid w:val="002857EB"/>
    <w:rsid w:val="002A3155"/>
    <w:rsid w:val="002A3368"/>
    <w:rsid w:val="002B4335"/>
    <w:rsid w:val="002B5483"/>
    <w:rsid w:val="002C397D"/>
    <w:rsid w:val="002D53B8"/>
    <w:rsid w:val="002E19B4"/>
    <w:rsid w:val="002E2CD0"/>
    <w:rsid w:val="002E4109"/>
    <w:rsid w:val="002E558B"/>
    <w:rsid w:val="002F2B06"/>
    <w:rsid w:val="00310542"/>
    <w:rsid w:val="0032123F"/>
    <w:rsid w:val="00323196"/>
    <w:rsid w:val="003238B6"/>
    <w:rsid w:val="003265BD"/>
    <w:rsid w:val="003313EF"/>
    <w:rsid w:val="00333E02"/>
    <w:rsid w:val="00334246"/>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4950"/>
    <w:rsid w:val="003D60E9"/>
    <w:rsid w:val="003D7D70"/>
    <w:rsid w:val="003F68D6"/>
    <w:rsid w:val="0040040D"/>
    <w:rsid w:val="00407EB4"/>
    <w:rsid w:val="00413C7B"/>
    <w:rsid w:val="00425102"/>
    <w:rsid w:val="004255B8"/>
    <w:rsid w:val="0043036B"/>
    <w:rsid w:val="00431854"/>
    <w:rsid w:val="0045429A"/>
    <w:rsid w:val="0045791D"/>
    <w:rsid w:val="0046327F"/>
    <w:rsid w:val="00467C8B"/>
    <w:rsid w:val="00470DE8"/>
    <w:rsid w:val="00476F34"/>
    <w:rsid w:val="00477BE3"/>
    <w:rsid w:val="004812F1"/>
    <w:rsid w:val="00487EC6"/>
    <w:rsid w:val="00493647"/>
    <w:rsid w:val="004953A8"/>
    <w:rsid w:val="00495612"/>
    <w:rsid w:val="004A470B"/>
    <w:rsid w:val="004A4BF3"/>
    <w:rsid w:val="004A7A4E"/>
    <w:rsid w:val="004C3F55"/>
    <w:rsid w:val="004C5BFA"/>
    <w:rsid w:val="004D7186"/>
    <w:rsid w:val="004E2F0E"/>
    <w:rsid w:val="004E37F4"/>
    <w:rsid w:val="004E5FE6"/>
    <w:rsid w:val="004F260C"/>
    <w:rsid w:val="005001FD"/>
    <w:rsid w:val="00505485"/>
    <w:rsid w:val="005103AC"/>
    <w:rsid w:val="005160E2"/>
    <w:rsid w:val="005202B2"/>
    <w:rsid w:val="00520B53"/>
    <w:rsid w:val="00524815"/>
    <w:rsid w:val="0052558B"/>
    <w:rsid w:val="00526AE1"/>
    <w:rsid w:val="00533E8B"/>
    <w:rsid w:val="0053543F"/>
    <w:rsid w:val="005360A5"/>
    <w:rsid w:val="00536DE3"/>
    <w:rsid w:val="00543444"/>
    <w:rsid w:val="0054615E"/>
    <w:rsid w:val="005523BA"/>
    <w:rsid w:val="00554433"/>
    <w:rsid w:val="00561311"/>
    <w:rsid w:val="00564B84"/>
    <w:rsid w:val="00580820"/>
    <w:rsid w:val="00581B92"/>
    <w:rsid w:val="00584E25"/>
    <w:rsid w:val="00587ED9"/>
    <w:rsid w:val="00597C4F"/>
    <w:rsid w:val="005A3A33"/>
    <w:rsid w:val="005A5F0E"/>
    <w:rsid w:val="005B2378"/>
    <w:rsid w:val="005B6CCC"/>
    <w:rsid w:val="005B7BA9"/>
    <w:rsid w:val="005C164A"/>
    <w:rsid w:val="005D4A5A"/>
    <w:rsid w:val="005D75BC"/>
    <w:rsid w:val="005E2123"/>
    <w:rsid w:val="005F0DD5"/>
    <w:rsid w:val="005F32F1"/>
    <w:rsid w:val="005F6116"/>
    <w:rsid w:val="006034AC"/>
    <w:rsid w:val="006055DB"/>
    <w:rsid w:val="00605DC9"/>
    <w:rsid w:val="00610B3B"/>
    <w:rsid w:val="0061525E"/>
    <w:rsid w:val="006302B5"/>
    <w:rsid w:val="00641EBD"/>
    <w:rsid w:val="00644EEE"/>
    <w:rsid w:val="00653E92"/>
    <w:rsid w:val="00657374"/>
    <w:rsid w:val="006656D7"/>
    <w:rsid w:val="00666B60"/>
    <w:rsid w:val="00667683"/>
    <w:rsid w:val="00675252"/>
    <w:rsid w:val="00680884"/>
    <w:rsid w:val="00682E09"/>
    <w:rsid w:val="006925D6"/>
    <w:rsid w:val="006A235C"/>
    <w:rsid w:val="006D2CFA"/>
    <w:rsid w:val="006D5CD2"/>
    <w:rsid w:val="006E2D4D"/>
    <w:rsid w:val="006E493A"/>
    <w:rsid w:val="006F36C4"/>
    <w:rsid w:val="00701A6A"/>
    <w:rsid w:val="007123AE"/>
    <w:rsid w:val="00713428"/>
    <w:rsid w:val="00724D13"/>
    <w:rsid w:val="00727DC2"/>
    <w:rsid w:val="007318DC"/>
    <w:rsid w:val="00740B81"/>
    <w:rsid w:val="00742BF5"/>
    <w:rsid w:val="00747DAF"/>
    <w:rsid w:val="00764277"/>
    <w:rsid w:val="007660CE"/>
    <w:rsid w:val="007741C1"/>
    <w:rsid w:val="00780F2A"/>
    <w:rsid w:val="00787042"/>
    <w:rsid w:val="0079313F"/>
    <w:rsid w:val="007A139E"/>
    <w:rsid w:val="007A2FCE"/>
    <w:rsid w:val="007A541D"/>
    <w:rsid w:val="007D545F"/>
    <w:rsid w:val="007F7381"/>
    <w:rsid w:val="0080599F"/>
    <w:rsid w:val="00810573"/>
    <w:rsid w:val="008145C3"/>
    <w:rsid w:val="00817E41"/>
    <w:rsid w:val="008235A5"/>
    <w:rsid w:val="008319DC"/>
    <w:rsid w:val="00846115"/>
    <w:rsid w:val="00847111"/>
    <w:rsid w:val="008518B9"/>
    <w:rsid w:val="008522D5"/>
    <w:rsid w:val="00852AE5"/>
    <w:rsid w:val="008550AB"/>
    <w:rsid w:val="00855849"/>
    <w:rsid w:val="00855F80"/>
    <w:rsid w:val="0085684B"/>
    <w:rsid w:val="0085737D"/>
    <w:rsid w:val="008627D6"/>
    <w:rsid w:val="00862E8E"/>
    <w:rsid w:val="00865FC7"/>
    <w:rsid w:val="00877A32"/>
    <w:rsid w:val="008816FB"/>
    <w:rsid w:val="00882874"/>
    <w:rsid w:val="008A2A05"/>
    <w:rsid w:val="008A7EFF"/>
    <w:rsid w:val="008B3DA5"/>
    <w:rsid w:val="008B68D6"/>
    <w:rsid w:val="008C0A75"/>
    <w:rsid w:val="008C2178"/>
    <w:rsid w:val="008C7512"/>
    <w:rsid w:val="008D247D"/>
    <w:rsid w:val="008D6B3A"/>
    <w:rsid w:val="008F243A"/>
    <w:rsid w:val="009109EE"/>
    <w:rsid w:val="0091421C"/>
    <w:rsid w:val="00925DB6"/>
    <w:rsid w:val="00926027"/>
    <w:rsid w:val="009311E2"/>
    <w:rsid w:val="009325FD"/>
    <w:rsid w:val="009339E6"/>
    <w:rsid w:val="00933BFC"/>
    <w:rsid w:val="009375EC"/>
    <w:rsid w:val="00954F57"/>
    <w:rsid w:val="009603AB"/>
    <w:rsid w:val="009620E2"/>
    <w:rsid w:val="0096739E"/>
    <w:rsid w:val="009735BF"/>
    <w:rsid w:val="0099427C"/>
    <w:rsid w:val="009B1A47"/>
    <w:rsid w:val="009B79B9"/>
    <w:rsid w:val="009C4B1C"/>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1C9D"/>
    <w:rsid w:val="00A224D7"/>
    <w:rsid w:val="00A24BB4"/>
    <w:rsid w:val="00A40C55"/>
    <w:rsid w:val="00A4356D"/>
    <w:rsid w:val="00A46865"/>
    <w:rsid w:val="00A5157A"/>
    <w:rsid w:val="00A53A0D"/>
    <w:rsid w:val="00A64782"/>
    <w:rsid w:val="00A74D30"/>
    <w:rsid w:val="00A7789A"/>
    <w:rsid w:val="00A834E8"/>
    <w:rsid w:val="00A865FA"/>
    <w:rsid w:val="00A95CB9"/>
    <w:rsid w:val="00A9606E"/>
    <w:rsid w:val="00AC4F61"/>
    <w:rsid w:val="00AC5E3D"/>
    <w:rsid w:val="00AE4FB5"/>
    <w:rsid w:val="00AE6ECA"/>
    <w:rsid w:val="00AF38E6"/>
    <w:rsid w:val="00AF7594"/>
    <w:rsid w:val="00B209BA"/>
    <w:rsid w:val="00B21C20"/>
    <w:rsid w:val="00B25834"/>
    <w:rsid w:val="00B31366"/>
    <w:rsid w:val="00B40651"/>
    <w:rsid w:val="00B44C55"/>
    <w:rsid w:val="00B44CC4"/>
    <w:rsid w:val="00B51ED3"/>
    <w:rsid w:val="00B5699C"/>
    <w:rsid w:val="00B56D57"/>
    <w:rsid w:val="00B60B3C"/>
    <w:rsid w:val="00B81DF9"/>
    <w:rsid w:val="00B9464B"/>
    <w:rsid w:val="00B94694"/>
    <w:rsid w:val="00B96B64"/>
    <w:rsid w:val="00BA0CDE"/>
    <w:rsid w:val="00BB626F"/>
    <w:rsid w:val="00BC25F8"/>
    <w:rsid w:val="00BC753E"/>
    <w:rsid w:val="00BD020B"/>
    <w:rsid w:val="00BD3B59"/>
    <w:rsid w:val="00BD6155"/>
    <w:rsid w:val="00BE2D03"/>
    <w:rsid w:val="00BF0471"/>
    <w:rsid w:val="00BF42DA"/>
    <w:rsid w:val="00BF5FC2"/>
    <w:rsid w:val="00C002C5"/>
    <w:rsid w:val="00C006DF"/>
    <w:rsid w:val="00C12E2E"/>
    <w:rsid w:val="00C17206"/>
    <w:rsid w:val="00C2211F"/>
    <w:rsid w:val="00C30F0E"/>
    <w:rsid w:val="00C30F53"/>
    <w:rsid w:val="00C37A3E"/>
    <w:rsid w:val="00C426B9"/>
    <w:rsid w:val="00C448C0"/>
    <w:rsid w:val="00C47C61"/>
    <w:rsid w:val="00C53A3E"/>
    <w:rsid w:val="00C54E68"/>
    <w:rsid w:val="00C557C3"/>
    <w:rsid w:val="00C83EF3"/>
    <w:rsid w:val="00C86E0A"/>
    <w:rsid w:val="00C94F51"/>
    <w:rsid w:val="00CA00D2"/>
    <w:rsid w:val="00CA1F35"/>
    <w:rsid w:val="00CA2B5D"/>
    <w:rsid w:val="00CA7555"/>
    <w:rsid w:val="00CB0E41"/>
    <w:rsid w:val="00CC3F43"/>
    <w:rsid w:val="00CE0335"/>
    <w:rsid w:val="00CF2C51"/>
    <w:rsid w:val="00CF2D96"/>
    <w:rsid w:val="00D135D3"/>
    <w:rsid w:val="00D172D8"/>
    <w:rsid w:val="00D21B88"/>
    <w:rsid w:val="00D256FE"/>
    <w:rsid w:val="00D353D2"/>
    <w:rsid w:val="00D35EDF"/>
    <w:rsid w:val="00D3666A"/>
    <w:rsid w:val="00D56821"/>
    <w:rsid w:val="00D63E89"/>
    <w:rsid w:val="00D64E88"/>
    <w:rsid w:val="00D708C2"/>
    <w:rsid w:val="00D8066C"/>
    <w:rsid w:val="00D84DA4"/>
    <w:rsid w:val="00D84FE7"/>
    <w:rsid w:val="00D856BC"/>
    <w:rsid w:val="00D91C0B"/>
    <w:rsid w:val="00DA731F"/>
    <w:rsid w:val="00DB39AB"/>
    <w:rsid w:val="00DD2D98"/>
    <w:rsid w:val="00DD3F45"/>
    <w:rsid w:val="00DD7F36"/>
    <w:rsid w:val="00DE11EC"/>
    <w:rsid w:val="00DF51C2"/>
    <w:rsid w:val="00E01ADB"/>
    <w:rsid w:val="00E03F91"/>
    <w:rsid w:val="00E04B90"/>
    <w:rsid w:val="00E1473C"/>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28B"/>
    <w:rsid w:val="00F85642"/>
    <w:rsid w:val="00F962AD"/>
    <w:rsid w:val="00FA6E84"/>
    <w:rsid w:val="00FB3002"/>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076268"/>
    <w:rsid w:val="001651E6"/>
    <w:rsid w:val="00554C48"/>
    <w:rsid w:val="00BB56E6"/>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DFBE-345A-4131-A87C-B41D2994F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46</TotalTime>
  <Pages>9</Pages>
  <Words>3206</Words>
  <Characters>24778</Characters>
  <Application>Microsoft Office Word</Application>
  <DocSecurity>0</DocSecurity>
  <Lines>206</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Reelika Sirge</cp:lastModifiedBy>
  <cp:revision>36</cp:revision>
  <cp:lastPrinted>2012-01-19T11:15:00Z</cp:lastPrinted>
  <dcterms:created xsi:type="dcterms:W3CDTF">2023-07-24T15:38:00Z</dcterms:created>
  <dcterms:modified xsi:type="dcterms:W3CDTF">2023-08-10T11:11:00Z</dcterms:modified>
</cp:coreProperties>
</file>